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B" w:rsidRPr="00791631" w:rsidRDefault="00020BCB" w:rsidP="00DC6C96">
      <w:pPr>
        <w:pStyle w:val="3"/>
        <w:jc w:val="left"/>
        <w:rPr>
          <w:b w:val="0"/>
          <w:color w:val="000000"/>
          <w:sz w:val="16"/>
          <w:szCs w:val="16"/>
        </w:rPr>
      </w:pPr>
      <w:bookmarkStart w:id="0" w:name="_GoBack"/>
      <w:bookmarkEnd w:id="0"/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 w:rsidRPr="00791631">
        <w:rPr>
          <w:color w:val="000000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 w:rsidRPr="00791631">
        <w:rPr>
          <w:b w:val="0"/>
          <w:color w:val="000000"/>
          <w:sz w:val="16"/>
          <w:szCs w:val="16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6E4379" w:rsidP="00DC6C96">
      <w:pPr>
        <w:pStyle w:val="3"/>
        <w:jc w:val="left"/>
        <w:rPr>
          <w:b w:val="0"/>
          <w:sz w:val="15"/>
          <w:lang w:val="uk-UA"/>
        </w:rPr>
      </w:pPr>
      <w:r w:rsidRPr="00791631">
        <w:rPr>
          <w:b w:val="0"/>
          <w:sz w:val="20"/>
          <w:szCs w:val="20"/>
          <w:u w:val="single"/>
        </w:rPr>
        <w:t>05.04.2021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1" w:name="8869"/>
      <w:bookmarkEnd w:id="1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791631" w:rsidRDefault="007E37D1" w:rsidP="00DC6C96">
      <w:pPr>
        <w:pStyle w:val="3"/>
        <w:jc w:val="left"/>
        <w:rPr>
          <w:b w:val="0"/>
          <w:sz w:val="20"/>
          <w:szCs w:val="20"/>
        </w:rPr>
      </w:pPr>
      <w:r w:rsidRPr="007E37D1">
        <w:rPr>
          <w:b w:val="0"/>
          <w:sz w:val="20"/>
          <w:szCs w:val="20"/>
          <w:lang w:val="uk-UA"/>
        </w:rPr>
        <w:t>№</w:t>
      </w:r>
      <w:r w:rsidRPr="00791631">
        <w:rPr>
          <w:b w:val="0"/>
          <w:sz w:val="20"/>
          <w:szCs w:val="20"/>
        </w:rPr>
        <w:t xml:space="preserve"> </w:t>
      </w:r>
      <w:r w:rsidR="006E4379" w:rsidRPr="00791631">
        <w:rPr>
          <w:b w:val="0"/>
          <w:sz w:val="20"/>
          <w:szCs w:val="20"/>
          <w:u w:val="single"/>
        </w:rPr>
        <w:t>05/04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9"/>
      </w:tblGrid>
      <w:tr w:rsidR="00DC6C96" w:rsidRPr="0079163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185"/>
        <w:gridCol w:w="3640"/>
        <w:gridCol w:w="185"/>
        <w:gridCol w:w="4261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6E4379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Директор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6E4379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Рябко Вiктор Iванович</w:t>
            </w:r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(підпис)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(прізвище та ініціали керівника)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791631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7"/>
        <w:gridCol w:w="4667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>. Загальні відомості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>1. Повне найменування емітента</w:t>
            </w:r>
          </w:p>
        </w:tc>
        <w:tc>
          <w:tcPr>
            <w:tcW w:w="2209" w:type="pct"/>
            <w:vAlign w:val="center"/>
          </w:tcPr>
          <w:p w:rsidR="00DC6C96" w:rsidRPr="00DF42E6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Приватне акцiонерне товариство "РОДОС"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>2. Організаційно-правова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Акцiонерне товариство</w:t>
            </w:r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Місцезнаходження </w:t>
            </w:r>
          </w:p>
        </w:tc>
        <w:tc>
          <w:tcPr>
            <w:tcW w:w="2209" w:type="pct"/>
            <w:vAlign w:val="center"/>
          </w:tcPr>
          <w:p w:rsidR="00D42FB5" w:rsidRPr="00791631" w:rsidRDefault="006E4379" w:rsidP="00DF4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03191 м. Київ, вул. Ломоносова, буд. 58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14312157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Міжміський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(044) 596-52-22 (044) 596-52-22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info@rodos.com.ua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r w:rsidR="00C86AFD" w:rsidRPr="00C86AFD">
              <w:rPr>
                <w:b/>
                <w:sz w:val="20"/>
                <w:szCs w:val="20"/>
              </w:rPr>
              <w:t>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оприлюднення).</w:t>
            </w:r>
          </w:p>
        </w:tc>
        <w:tc>
          <w:tcPr>
            <w:tcW w:w="2209" w:type="pct"/>
            <w:vAlign w:val="center"/>
          </w:tcPr>
          <w:p w:rsidR="006E4379" w:rsidRPr="00791631" w:rsidRDefault="006E4379" w:rsidP="00DC6C96">
            <w:pPr>
              <w:rPr>
                <w:sz w:val="20"/>
                <w:szCs w:val="20"/>
              </w:rPr>
            </w:pPr>
            <w:r w:rsidRPr="00791631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6E4379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6E4379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Україна</w:t>
            </w:r>
          </w:p>
          <w:p w:rsidR="00531337" w:rsidRPr="009A60E3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безпосередньо).</w:t>
            </w:r>
          </w:p>
        </w:tc>
        <w:tc>
          <w:tcPr>
            <w:tcW w:w="2209" w:type="pct"/>
            <w:vAlign w:val="center"/>
          </w:tcPr>
          <w:p w:rsidR="006E4379" w:rsidRPr="00791631" w:rsidRDefault="006E4379" w:rsidP="00DC6C96">
            <w:pPr>
              <w:rPr>
                <w:sz w:val="20"/>
                <w:szCs w:val="20"/>
              </w:rPr>
            </w:pPr>
            <w:r w:rsidRPr="00791631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6E4379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6E4379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Україна</w:t>
            </w:r>
          </w:p>
          <w:p w:rsidR="00C86AFD" w:rsidRPr="00C86AFD" w:rsidRDefault="006E4379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22"/>
        <w:gridCol w:w="5469"/>
        <w:gridCol w:w="1545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6E4379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http://rodos.com.ua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6E4379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05.04.2021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F44A38" w:rsidRDefault="00F44A38" w:rsidP="00C86AFD">
      <w:pPr>
        <w:rPr>
          <w:lang w:val="en-US"/>
        </w:rPr>
        <w:sectPr w:rsidR="00F44A38" w:rsidSect="006E4379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margin" w:tblpXSpec="right" w:tblpY="-166"/>
        <w:tblW w:w="2092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03"/>
      </w:tblGrid>
      <w:tr w:rsidR="00F44A38" w:rsidRPr="00F44A38" w:rsidTr="007C782D">
        <w:trPr>
          <w:trHeight w:val="440"/>
          <w:tblCellSpacing w:w="22" w:type="dxa"/>
        </w:trPr>
        <w:tc>
          <w:tcPr>
            <w:tcW w:w="4931" w:type="pct"/>
          </w:tcPr>
          <w:p w:rsidR="00F44A38" w:rsidRPr="00F44A38" w:rsidRDefault="00F44A38" w:rsidP="00F44A38">
            <w:pPr>
              <w:spacing w:before="100" w:beforeAutospacing="1" w:after="100" w:afterAutospacing="1"/>
              <w:ind w:left="-284" w:firstLine="284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</w:rPr>
              <w:lastRenderedPageBreak/>
              <w:t>Додаток 6</w:t>
            </w:r>
            <w:r w:rsidRPr="00F44A38">
              <w:rPr>
                <w:sz w:val="20"/>
                <w:szCs w:val="20"/>
              </w:rPr>
              <w:br/>
              <w:t>до Положення про розкриття інформації емітентами цінних паперів</w:t>
            </w:r>
            <w:r w:rsidRPr="00F44A38">
              <w:rPr>
                <w:sz w:val="20"/>
                <w:szCs w:val="20"/>
              </w:rPr>
              <w:br/>
              <w:t>(пу</w:t>
            </w:r>
            <w:r w:rsidRPr="00F44A38">
              <w:rPr>
                <w:sz w:val="20"/>
                <w:szCs w:val="20"/>
                <w:lang w:val="uk-UA"/>
              </w:rPr>
              <w:t>(пу</w:t>
            </w:r>
            <w:r w:rsidRPr="00F44A38">
              <w:rPr>
                <w:sz w:val="20"/>
                <w:szCs w:val="20"/>
              </w:rPr>
              <w:t>нкт 7 глави 1 розділу III)</w:t>
            </w:r>
          </w:p>
        </w:tc>
      </w:tr>
    </w:tbl>
    <w:p w:rsidR="00F44A38" w:rsidRPr="00F44A38" w:rsidRDefault="00F44A38" w:rsidP="00F44A38">
      <w:pPr>
        <w:spacing w:before="100" w:beforeAutospacing="1" w:after="100" w:afterAutospacing="1"/>
        <w:ind w:left="4956"/>
        <w:jc w:val="both"/>
        <w:rPr>
          <w:b/>
          <w:lang w:val="uk-UA"/>
        </w:rPr>
      </w:pPr>
      <w:r w:rsidRPr="00F44A38">
        <w:rPr>
          <w:sz w:val="20"/>
          <w:szCs w:val="20"/>
          <w:lang w:val="uk-UA"/>
        </w:rPr>
        <w:br w:type="textWrapping" w:clear="all"/>
      </w:r>
      <w:r w:rsidRPr="00F44A38">
        <w:rPr>
          <w:b/>
          <w:lang w:val="uk-UA"/>
        </w:rPr>
        <w:t>Відомості про зміну складу посадових осіб емітента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7"/>
        <w:gridCol w:w="2687"/>
        <w:gridCol w:w="2687"/>
        <w:gridCol w:w="2687"/>
        <w:gridCol w:w="2687"/>
        <w:gridCol w:w="2693"/>
      </w:tblGrid>
      <w:tr w:rsidR="00F44A38" w:rsidRPr="00F44A38" w:rsidTr="007C782D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</w:rPr>
              <w:t>Дата вчинення дії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Посада*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Прізвище, ім'я, по батькові або повне найменування юридичної особи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</w:rPr>
              <w:t>Ідентифікаційний код юридичної особи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Розмір частки в статутному капіталі емітента (у відсотках)</w:t>
            </w:r>
          </w:p>
        </w:tc>
      </w:tr>
      <w:tr w:rsidR="00F44A38" w:rsidRPr="00F44A38" w:rsidTr="007C782D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F44A38" w:rsidRPr="00F44A38" w:rsidTr="007C782D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05.04.2021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Сьомушкiн Артем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0.11946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Згiдно з рiшенням загальних зборiв вiд 05.04.21р., в зв'язку з закiнченням термiну повноважень, припиненi повноваження члена наглядової ради Сьомушкiна Артема, розмiр пакета акцiй - 0,11946%, термiн перебування на посадi 3 роки. Посадова особа непогашеної судимостi за корисливi та посадовi злочини не має.</w:t>
            </w:r>
          </w:p>
        </w:tc>
      </w:tr>
      <w:tr w:rsidR="00F44A38" w:rsidRPr="00F44A38" w:rsidTr="007C782D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05.04.2021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Биховченко Надiя Iванiвна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3.24861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Згiдно з рiшенням загальних зборiв вiд 05.04.21р., в зв'язку з закiнченням термiну повноважень, припиненi повноваження члена наглядової ради Биховченко Надiї Iванiвни, розмiр пакета акцiй - 3,24861%, термiн перебування на посадi 3 роки. Посадова особа непогашеної судимостi за корисливi та посадовi злочини не має.</w:t>
            </w:r>
          </w:p>
        </w:tc>
      </w:tr>
      <w:tr w:rsidR="00F44A38" w:rsidRPr="00F44A38" w:rsidTr="007C782D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05.04.2021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Рябко Олександр Вiкторович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7.76567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Згiдно з рiшенням загальних зборiв вiд 05.04.21р., в зв'язку з закiнченням термiну повноважень, припиненi повноваження члена наглядової ради Рябка Олександра Вiкторовича, розмiр пакета акцiй - 7,76567%, термiн перебування на посадi 3 роки. Посадова особа непогашеної судимостi за корисливi та посадовi злочини не має.</w:t>
            </w:r>
          </w:p>
        </w:tc>
      </w:tr>
      <w:tr w:rsidR="00F44A38" w:rsidRPr="00F44A38" w:rsidTr="007C782D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05.04.2021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Сьомушкiна Артем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0.11946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Згiдно з рiшенням загальних зборiв вiд 05.04.21р. обраний термiном на 3 роки на посаду члена наглядової ради Сьомушкiн Артем, розмiр пакета акцiй - 0,11946%, iншi посади, якi обiймав протягом останнiх 5 рокiв - головний конструктор ПрАТ "РОДОС", менеджер з дослiджень та розробок ALSTON Grid GmbH м. Констанц, Нiмеччина. Член наглядової ради є акцiонером товариства. Посадова особа непогашеної судимостi за корисливi та посадовi злочини не має.</w:t>
            </w:r>
          </w:p>
        </w:tc>
      </w:tr>
      <w:tr w:rsidR="00F44A38" w:rsidRPr="00F44A38" w:rsidTr="007C782D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05.04.2021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Биховченко Надiя Iванiвна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3.24861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Згiдно з рiшенням загальних зборiв вiд 05.04.21р. обрана термiном на 3 роки на посаду члена наглядової ради Биховченко Надiя Iванiвна, розмiр пакета акцiй - 3,24861%, iншi посади, якi обiймала протягом останнiх 5 рокiв - головний бухгалтер ПрАТ "РОДОС". Член наглядової ради є акцiонером товариства. Посадова особа непогашеної судимостi за корисливi та посадовi злочини не має.</w:t>
            </w:r>
          </w:p>
        </w:tc>
      </w:tr>
      <w:tr w:rsidR="00F44A38" w:rsidRPr="00F44A38" w:rsidTr="007C782D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05.04.2021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Рябко Олександр Вiкторович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7.76567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Згiдно з рiшенням загальних зборiв вiд 05.04.21р. обраний термiном на 3 роки на посаду члена наглядової ради Рябко Олександр Вiкторович, розмiр пакета акцiй - 7,76567%, iншi посади, якi обiймав протягом останнiх 5 рокiв - провiдний iнженер-програмiст, головний конструктор ПрАТ "РОДОС". Член наглядової ради є акцiонером товариства. Посадова особа непогашеної судимостi за корисливi та посадовi злочини не має.</w:t>
            </w:r>
          </w:p>
        </w:tc>
      </w:tr>
      <w:tr w:rsidR="00F44A38" w:rsidRPr="00F44A38" w:rsidTr="007C782D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05.04.2021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Голова наглядової ради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Сьомушкiн Артем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>0.11946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F44A38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44A38" w:rsidRPr="00F44A38" w:rsidTr="007C782D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4A38" w:rsidRPr="00F44A38" w:rsidRDefault="00F44A38" w:rsidP="00F44A38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F44A38">
              <w:rPr>
                <w:sz w:val="20"/>
                <w:szCs w:val="20"/>
                <w:lang w:val="uk-UA"/>
              </w:rPr>
              <w:t xml:space="preserve">Згiдно з рiшенням наглядової ради вiд 05.04.21р. обраний головою наглядової ради термiном на 3 роки Сьомушкiн Артем, розмiр пакета акцiй - 0,11946 %, iншi посади, якi обiймав протягом останнiх 5 рокiв - головний конструктор ПрАТ "РОДОС", менеджер з дослiджень та розробок ALSTON Grid GmbH м. Констанц, Нiмеччина. Посадова особа непогашеної </w:t>
            </w:r>
            <w:r w:rsidRPr="00F44A38">
              <w:rPr>
                <w:sz w:val="20"/>
                <w:szCs w:val="20"/>
                <w:lang w:val="uk-UA"/>
              </w:rPr>
              <w:lastRenderedPageBreak/>
              <w:t>судимостi за корисливi та посадовi злочини не має</w:t>
            </w:r>
          </w:p>
        </w:tc>
      </w:tr>
    </w:tbl>
    <w:p w:rsidR="00F44A38" w:rsidRPr="00F44A38" w:rsidRDefault="00F44A38" w:rsidP="00F44A38"/>
    <w:p w:rsidR="00F44A38" w:rsidRPr="00F44A38" w:rsidRDefault="00F44A38" w:rsidP="00F44A38">
      <w:r w:rsidRPr="00F44A38">
        <w:rPr>
          <w:color w:val="333333"/>
          <w:sz w:val="20"/>
          <w:szCs w:val="20"/>
          <w:shd w:val="clear" w:color="auto" w:fill="FFFFFF"/>
        </w:rPr>
        <w:t>* Окремо зазначаються особи, які звільняються та призначаються (обираються або припиняють повноваження) на кожну посаду.</w:t>
      </w:r>
    </w:p>
    <w:p w:rsidR="003C4C1A" w:rsidRPr="00F44A38" w:rsidRDefault="003C4C1A" w:rsidP="00C86AFD"/>
    <w:sectPr w:rsidR="003C4C1A" w:rsidRPr="00F44A38" w:rsidSect="00F44A38">
      <w:pgSz w:w="16838" w:h="11906" w:orient="landscape" w:code="9"/>
      <w:pgMar w:top="1417" w:right="363" w:bottom="850" w:left="3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79"/>
    <w:rsid w:val="00020BCB"/>
    <w:rsid w:val="001714DF"/>
    <w:rsid w:val="002D6506"/>
    <w:rsid w:val="003275D1"/>
    <w:rsid w:val="00375E69"/>
    <w:rsid w:val="003C4C1A"/>
    <w:rsid w:val="004263EB"/>
    <w:rsid w:val="0044001B"/>
    <w:rsid w:val="004E61FF"/>
    <w:rsid w:val="00531337"/>
    <w:rsid w:val="006C6B5C"/>
    <w:rsid w:val="006E4379"/>
    <w:rsid w:val="00791631"/>
    <w:rsid w:val="007E37D1"/>
    <w:rsid w:val="007F5510"/>
    <w:rsid w:val="00902454"/>
    <w:rsid w:val="009A60E3"/>
    <w:rsid w:val="009F2C05"/>
    <w:rsid w:val="00A372E3"/>
    <w:rsid w:val="00B71BC8"/>
    <w:rsid w:val="00C86AFD"/>
    <w:rsid w:val="00CD55EE"/>
    <w:rsid w:val="00D055A7"/>
    <w:rsid w:val="00D42B2D"/>
    <w:rsid w:val="00D42FB5"/>
    <w:rsid w:val="00DC6C96"/>
    <w:rsid w:val="00DF42E6"/>
    <w:rsid w:val="00E209DB"/>
    <w:rsid w:val="00F4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FE240-8E78-4380-89EB-3F8A6309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S%20FILES\OI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65FB1-1B50-467A-9265-49766ACBA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dodatok15.dot</Template>
  <TotalTime>1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Титульний аркуш</vt:lpstr>
    </vt:vector>
  </TitlesOfParts>
  <Company/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Валерій</dc:creator>
  <cp:keywords/>
  <dc:description/>
  <cp:lastModifiedBy>Валерій</cp:lastModifiedBy>
  <cp:revision>2</cp:revision>
  <cp:lastPrinted>2013-07-11T13:29:00Z</cp:lastPrinted>
  <dcterms:created xsi:type="dcterms:W3CDTF">2021-04-05T09:48:00Z</dcterms:created>
  <dcterms:modified xsi:type="dcterms:W3CDTF">2021-04-05T09:48:00Z</dcterms:modified>
</cp:coreProperties>
</file>